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C04812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6B541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C04812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9738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C04812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47D1D">
              <w:rPr>
                <w:rFonts w:ascii="Arial" w:hAnsi="Arial" w:cs="Arial"/>
                <w:b/>
                <w:sz w:val="20"/>
                <w:szCs w:val="20"/>
              </w:rPr>
              <w:t>VZ7/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D47D1D" w:rsidRPr="00D47D1D">
              <w:rPr>
                <w:rFonts w:ascii="Arial" w:hAnsi="Arial" w:cs="Arial"/>
                <w:b/>
                <w:sz w:val="20"/>
                <w:szCs w:val="20"/>
              </w:rPr>
              <w:t xml:space="preserve">Servis, údržba a opravy VRV systémů, klimatizačních jednotek, VZT zařízení v objektech </w:t>
            </w:r>
            <w:proofErr w:type="spellStart"/>
            <w:r w:rsidR="00D47D1D" w:rsidRPr="00D47D1D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</w:p>
        </w:tc>
      </w:tr>
      <w:tr w:rsidR="00B9738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738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04812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738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C0481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738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0481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738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0481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9738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C04812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9738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9738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9738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9738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9738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9738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9738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C0481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C0481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C04812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C04812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C04812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093878" w:rsidRPr="00447B8F" w:rsidRDefault="00093878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Default="00C04812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093878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</w:t>
      </w:r>
      <w:r w:rsidR="00A004B7" w:rsidRPr="00300CCC">
        <w:rPr>
          <w:rFonts w:ascii="Arial" w:hAnsi="Arial" w:cs="Arial"/>
          <w:b/>
          <w:sz w:val="20"/>
          <w:szCs w:val="20"/>
        </w:rPr>
        <w:t xml:space="preserve">Seznam významných </w:t>
      </w:r>
      <w:r w:rsidR="00657AF1" w:rsidRPr="00300CCC">
        <w:rPr>
          <w:rFonts w:ascii="Arial" w:hAnsi="Arial" w:cs="Arial"/>
          <w:b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300CCC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300CCC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300CCC" w:rsidP="00300CCC">
      <w:pPr>
        <w:ind w:left="284"/>
        <w:jc w:val="both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v rámci 1.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>v posle</w:t>
      </w:r>
      <w:r>
        <w:rPr>
          <w:rFonts w:ascii="Arial" w:hAnsi="Arial" w:cs="Arial"/>
          <w:b/>
          <w:bCs/>
          <w:sz w:val="20"/>
          <w:szCs w:val="20"/>
        </w:rPr>
        <w:t>dních 3 letech realizoval min. 2 obdobné zakázky v hodnotě min. 45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0.000,- Kč </w:t>
      </w:r>
      <w:r w:rsidRPr="00300CCC">
        <w:rPr>
          <w:rFonts w:ascii="Arial" w:hAnsi="Arial" w:cs="Arial"/>
          <w:bCs/>
          <w:sz w:val="20"/>
          <w:szCs w:val="20"/>
        </w:rPr>
        <w:t>(slovy: čtyři sta padesát tisíc korun českých)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</w:t>
      </w:r>
      <w:r w:rsidRPr="00D7493A">
        <w:rPr>
          <w:rFonts w:ascii="Arial" w:hAnsi="Arial" w:cs="Arial"/>
          <w:sz w:val="20"/>
          <w:szCs w:val="20"/>
        </w:rPr>
        <w:t xml:space="preserve"> </w:t>
      </w:r>
    </w:p>
    <w:p w:rsidR="00300CCC" w:rsidRDefault="00300CCC" w:rsidP="00300CCC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300CCC" w:rsidRDefault="00300CCC" w:rsidP="00300CCC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300CCC" w:rsidRPr="00300CCC" w:rsidRDefault="00300CCC" w:rsidP="00300CCC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BF5695" w:rsidRDefault="00C04812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97385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04812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048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048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048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048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048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048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048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0481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048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04812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97385" w:rsidTr="005A5B0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A5B0B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A5B0B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0481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300CCC" w:rsidRDefault="00300CCC" w:rsidP="00300CCC">
      <w:pPr>
        <w:ind w:left="284"/>
        <w:jc w:val="both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v rámci 2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>v posle</w:t>
      </w:r>
      <w:r>
        <w:rPr>
          <w:rFonts w:ascii="Arial" w:hAnsi="Arial" w:cs="Arial"/>
          <w:b/>
          <w:bCs/>
          <w:sz w:val="20"/>
          <w:szCs w:val="20"/>
        </w:rPr>
        <w:t>dních 3 letech realizoval min. 2 obdobné zakázky v hodnotě min. 10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0.000,- Kč </w:t>
      </w:r>
      <w:r w:rsidRPr="00300CCC">
        <w:rPr>
          <w:rFonts w:ascii="Arial" w:hAnsi="Arial" w:cs="Arial"/>
          <w:bCs/>
          <w:sz w:val="20"/>
          <w:szCs w:val="20"/>
        </w:rPr>
        <w:t xml:space="preserve">(slovy: </w:t>
      </w:r>
      <w:r>
        <w:rPr>
          <w:rFonts w:ascii="Arial" w:hAnsi="Arial" w:cs="Arial"/>
          <w:bCs/>
          <w:sz w:val="20"/>
          <w:szCs w:val="20"/>
        </w:rPr>
        <w:t>sto</w:t>
      </w:r>
      <w:r w:rsidRPr="00300CCC">
        <w:rPr>
          <w:rFonts w:ascii="Arial" w:hAnsi="Arial" w:cs="Arial"/>
          <w:bCs/>
          <w:sz w:val="20"/>
          <w:szCs w:val="20"/>
        </w:rPr>
        <w:t xml:space="preserve"> tisíc korun českých)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</w:t>
      </w:r>
      <w:r w:rsidRPr="00D7493A">
        <w:rPr>
          <w:rFonts w:ascii="Arial" w:hAnsi="Arial" w:cs="Arial"/>
          <w:sz w:val="20"/>
          <w:szCs w:val="20"/>
        </w:rPr>
        <w:t xml:space="preserve"> </w:t>
      </w:r>
    </w:p>
    <w:p w:rsidR="00BF5695" w:rsidRPr="00300CCC" w:rsidRDefault="00BF5695" w:rsidP="00300CCC">
      <w:pPr>
        <w:rPr>
          <w:rFonts w:ascii="Arial" w:hAnsi="Arial" w:cs="Arial"/>
          <w:sz w:val="20"/>
          <w:szCs w:val="20"/>
        </w:rPr>
      </w:pPr>
    </w:p>
    <w:p w:rsidR="00BF5695" w:rsidRDefault="00C04812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</w:t>
      </w:r>
      <w:r w:rsidR="00300CCC">
        <w:rPr>
          <w:rFonts w:ascii="Arial" w:hAnsi="Arial" w:cs="Arial"/>
          <w:sz w:val="20"/>
          <w:szCs w:val="20"/>
        </w:rPr>
        <w:t>zakázka č. 1</w:t>
      </w:r>
      <w:r>
        <w:rPr>
          <w:rFonts w:ascii="Arial" w:hAnsi="Arial" w:cs="Arial"/>
          <w:sz w:val="20"/>
          <w:szCs w:val="20"/>
        </w:rPr>
        <w:t>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97385" w:rsidTr="005A5B0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A5B0B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A5B0B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97385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0481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04812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300CCC" w:rsidRPr="00447B8F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00CCC" w:rsidTr="005A5B0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00CCC" w:rsidRDefault="00300CCC" w:rsidP="00593E12">
      <w:pPr>
        <w:rPr>
          <w:rFonts w:ascii="Arial" w:hAnsi="Arial" w:cs="Arial"/>
          <w:color w:val="FF0000"/>
          <w:sz w:val="20"/>
          <w:szCs w:val="20"/>
        </w:rPr>
      </w:pPr>
    </w:p>
    <w:p w:rsidR="00300CCC" w:rsidRDefault="00300CCC" w:rsidP="00300CCC">
      <w:pPr>
        <w:ind w:left="284"/>
        <w:jc w:val="both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v rámci 3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>v posle</w:t>
      </w:r>
      <w:r>
        <w:rPr>
          <w:rFonts w:ascii="Arial" w:hAnsi="Arial" w:cs="Arial"/>
          <w:b/>
          <w:bCs/>
          <w:sz w:val="20"/>
          <w:szCs w:val="20"/>
        </w:rPr>
        <w:t>dních 3 letech realizoval min. 2 obdobné zakázky v hodnotě min. 10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0.000,- Kč </w:t>
      </w:r>
      <w:r w:rsidRPr="00300CCC">
        <w:rPr>
          <w:rFonts w:ascii="Arial" w:hAnsi="Arial" w:cs="Arial"/>
          <w:bCs/>
          <w:sz w:val="20"/>
          <w:szCs w:val="20"/>
        </w:rPr>
        <w:t xml:space="preserve">(slovy: </w:t>
      </w:r>
      <w:r>
        <w:rPr>
          <w:rFonts w:ascii="Arial" w:hAnsi="Arial" w:cs="Arial"/>
          <w:bCs/>
          <w:sz w:val="20"/>
          <w:szCs w:val="20"/>
        </w:rPr>
        <w:t>sto</w:t>
      </w:r>
      <w:r w:rsidRPr="00300CCC">
        <w:rPr>
          <w:rFonts w:ascii="Arial" w:hAnsi="Arial" w:cs="Arial"/>
          <w:bCs/>
          <w:sz w:val="20"/>
          <w:szCs w:val="20"/>
        </w:rPr>
        <w:t xml:space="preserve"> tisíc korun českých)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</w:t>
      </w:r>
      <w:r w:rsidRPr="00D7493A">
        <w:rPr>
          <w:rFonts w:ascii="Arial" w:hAnsi="Arial" w:cs="Arial"/>
          <w:sz w:val="20"/>
          <w:szCs w:val="20"/>
        </w:rPr>
        <w:t xml:space="preserve"> </w:t>
      </w:r>
    </w:p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300CCC" w:rsidRPr="00447B8F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00CCC" w:rsidTr="005A5B0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300CCC" w:rsidRPr="00447B8F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00CCC" w:rsidTr="005A5B0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00CCC" w:rsidRDefault="00300CCC" w:rsidP="00300CCC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300CCC" w:rsidRDefault="00300CCC" w:rsidP="00300CCC">
      <w:pPr>
        <w:ind w:left="284"/>
        <w:jc w:val="both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v rámci 4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>v posle</w:t>
      </w:r>
      <w:r>
        <w:rPr>
          <w:rFonts w:ascii="Arial" w:hAnsi="Arial" w:cs="Arial"/>
          <w:b/>
          <w:bCs/>
          <w:sz w:val="20"/>
          <w:szCs w:val="20"/>
        </w:rPr>
        <w:t>dních 3 letech realizoval min. 2 obdobné zakázky v hodnotě min. 10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0.000,- Kč </w:t>
      </w:r>
      <w:r w:rsidRPr="00300CCC">
        <w:rPr>
          <w:rFonts w:ascii="Arial" w:hAnsi="Arial" w:cs="Arial"/>
          <w:bCs/>
          <w:sz w:val="20"/>
          <w:szCs w:val="20"/>
        </w:rPr>
        <w:t xml:space="preserve">(slovy: </w:t>
      </w:r>
      <w:r>
        <w:rPr>
          <w:rFonts w:ascii="Arial" w:hAnsi="Arial" w:cs="Arial"/>
          <w:bCs/>
          <w:sz w:val="20"/>
          <w:szCs w:val="20"/>
        </w:rPr>
        <w:t>sto</w:t>
      </w:r>
      <w:r w:rsidRPr="00300CCC">
        <w:rPr>
          <w:rFonts w:ascii="Arial" w:hAnsi="Arial" w:cs="Arial"/>
          <w:bCs/>
          <w:sz w:val="20"/>
          <w:szCs w:val="20"/>
        </w:rPr>
        <w:t xml:space="preserve"> tisíc korun českých)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</w:t>
      </w:r>
      <w:r w:rsidRPr="00D7493A">
        <w:rPr>
          <w:rFonts w:ascii="Arial" w:hAnsi="Arial" w:cs="Arial"/>
          <w:sz w:val="20"/>
          <w:szCs w:val="20"/>
        </w:rPr>
        <w:t xml:space="preserve"> </w:t>
      </w:r>
    </w:p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300CCC" w:rsidRPr="00447B8F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00CCC" w:rsidTr="005A5B0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p w:rsidR="00300CCC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300CCC" w:rsidRPr="00447B8F" w:rsidRDefault="00300CCC" w:rsidP="00300CC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00CCC" w:rsidTr="005A5B0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0CCC" w:rsidTr="005A5B0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00CCC" w:rsidRPr="00447B8F" w:rsidRDefault="00300CCC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00CCC" w:rsidRPr="00447B8F" w:rsidRDefault="00300CCC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00CCC" w:rsidRDefault="00300CCC" w:rsidP="00300CCC">
      <w:pPr>
        <w:jc w:val="both"/>
        <w:rPr>
          <w:rFonts w:ascii="Arial" w:hAnsi="Arial" w:cs="Arial"/>
          <w:sz w:val="20"/>
          <w:szCs w:val="20"/>
        </w:rPr>
      </w:pPr>
    </w:p>
    <w:p w:rsidR="00227420" w:rsidRDefault="00227420" w:rsidP="00227420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B. Kvalifikace v čl. III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2 Seznam techniků nebo technických útvarů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techniků (osob), které bude mít dodavatel k dispozici pro realizaci veřejné zakázky vč. strukturovaných profesních informací v rozsahu dle zadávací dokumentace</w:t>
      </w:r>
      <w:r w:rsidRPr="00657AF1">
        <w:rPr>
          <w:rFonts w:ascii="Arial" w:hAnsi="Arial" w:cs="Arial"/>
          <w:sz w:val="20"/>
          <w:szCs w:val="20"/>
        </w:rPr>
        <w:t>:</w:t>
      </w:r>
    </w:p>
    <w:p w:rsidR="00D669EB" w:rsidRDefault="00D669EB" w:rsidP="00D669E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669EB" w:rsidRPr="00D669EB" w:rsidRDefault="00D669EB" w:rsidP="00D669E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 </w:t>
      </w:r>
      <w:r w:rsidRPr="00D669EB">
        <w:rPr>
          <w:rFonts w:ascii="Arial" w:hAnsi="Arial" w:cs="Arial"/>
          <w:b/>
          <w:sz w:val="20"/>
          <w:szCs w:val="20"/>
          <w:u w:val="single"/>
        </w:rPr>
        <w:t>pro část 1 VZ</w:t>
      </w:r>
      <w:r>
        <w:rPr>
          <w:rFonts w:ascii="Arial" w:hAnsi="Arial" w:cs="Arial"/>
          <w:sz w:val="20"/>
          <w:szCs w:val="20"/>
        </w:rPr>
        <w:t xml:space="preserve">, pokud 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z předložených dokumentů bude vyplývat, že má pro realizaci této veřejné zakázky k dispozici celkem min. 5 osob: </w:t>
      </w:r>
    </w:p>
    <w:p w:rsidR="00D669EB" w:rsidRPr="00463386" w:rsidRDefault="00D669EB" w:rsidP="00D669EB">
      <w:pPr>
        <w:numPr>
          <w:ilvl w:val="0"/>
          <w:numId w:val="44"/>
        </w:numPr>
        <w:autoSpaceDE w:val="0"/>
        <w:autoSpaceDN w:val="0"/>
        <w:adjustRightInd w:val="0"/>
        <w:spacing w:after="51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jednoho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koordinátora projektu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, který bude za dodavatele zodpovídat za průběh plnění služeb, a který má zkušenost s organizačním a administrativním zajištěním služeb obdobného druhu a rozsahu, </w:t>
      </w:r>
    </w:p>
    <w:p w:rsidR="00D669EB" w:rsidRPr="00463386" w:rsidRDefault="00D669EB" w:rsidP="00D669EB">
      <w:pPr>
        <w:numPr>
          <w:ilvl w:val="0"/>
          <w:numId w:val="44"/>
        </w:numPr>
        <w:autoSpaceDE w:val="0"/>
        <w:autoSpaceDN w:val="0"/>
        <w:adjustRightInd w:val="0"/>
        <w:spacing w:after="51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alespoň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dva techniky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se specializací na servis, údržbu, opravy, havarijní opravy VRV systémů a klimatizačních zařízení, </w:t>
      </w:r>
    </w:p>
    <w:p w:rsidR="00D669EB" w:rsidRPr="00463386" w:rsidRDefault="00D669EB" w:rsidP="00D669EB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alespoň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dva techniky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se specializací na servis, údržbu, opravy, havarijní opravy VZT zařízení, </w:t>
      </w:r>
    </w:p>
    <w:p w:rsidR="00D669EB" w:rsidRDefault="00D669EB" w:rsidP="00D669E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546EE" w:rsidRDefault="000546EE" w:rsidP="000546EE">
      <w:pPr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1 – </w:t>
      </w:r>
      <w:r w:rsidRPr="005A5B0B">
        <w:rPr>
          <w:rFonts w:ascii="Arial" w:hAnsi="Arial" w:cs="Arial"/>
          <w:b/>
          <w:bCs/>
          <w:sz w:val="20"/>
          <w:szCs w:val="20"/>
        </w:rPr>
        <w:t>koordinátor projektu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který bude za dodavatele zodpovídat za průběh plnění služeb, a který má zkušenost s organizačním a administrativním zajištěním </w:t>
      </w:r>
      <w:r>
        <w:rPr>
          <w:rFonts w:ascii="Arial" w:eastAsia="Calibri" w:hAnsi="Arial" w:cs="Arial"/>
          <w:color w:val="000000"/>
          <w:sz w:val="20"/>
          <w:szCs w:val="20"/>
        </w:rPr>
        <w:t>služeb obdobného druhu a rozsahu</w:t>
      </w:r>
      <w:r>
        <w:rPr>
          <w:rFonts w:ascii="Arial" w:hAnsi="Arial" w:cs="Arial"/>
          <w:sz w:val="20"/>
          <w:szCs w:val="20"/>
        </w:rPr>
        <w:t>:</w:t>
      </w:r>
    </w:p>
    <w:p w:rsidR="000546EE" w:rsidRDefault="000546EE" w:rsidP="000546EE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546EE" w:rsidTr="000546EE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0546EE" w:rsidRPr="00447B8F" w:rsidRDefault="000546EE" w:rsidP="005A5B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546EE" w:rsidRPr="00447B8F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46EE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546EE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546EE" w:rsidRPr="00447B8F" w:rsidRDefault="000546EE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46EE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546EE" w:rsidRPr="00447B8F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</w:t>
            </w:r>
            <w:r w:rsidR="005A5B0B">
              <w:rPr>
                <w:rFonts w:ascii="Arial" w:hAnsi="Arial" w:cs="Arial"/>
                <w:sz w:val="20"/>
                <w:szCs w:val="20"/>
              </w:rPr>
              <w:t>koordinátora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546EE" w:rsidRPr="00447B8F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46EE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546EE" w:rsidRPr="00447B8F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546EE" w:rsidRPr="00447B8F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46EE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546EE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546EE" w:rsidRPr="00447B8F" w:rsidRDefault="000546EE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546EE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546EE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546EE" w:rsidRPr="00447B8F" w:rsidRDefault="000546EE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546EE" w:rsidTr="005A5B0B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0546EE" w:rsidRDefault="000546EE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0546EE" w:rsidRDefault="000546EE" w:rsidP="000546EE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0546EE" w:rsidRDefault="000546EE" w:rsidP="000546EE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0546EE" w:rsidRDefault="000546EE" w:rsidP="000546EE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0546EE" w:rsidRPr="003857B0" w:rsidRDefault="000546EE" w:rsidP="000546EE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546EE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546EE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6EE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546EE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6EE" w:rsidRPr="00447B8F" w:rsidRDefault="000546EE" w:rsidP="00054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6EE" w:rsidRPr="00447B8F" w:rsidRDefault="000546EE" w:rsidP="005A5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6EE" w:rsidRDefault="000546EE" w:rsidP="000546EE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546EE" w:rsidRDefault="000546EE" w:rsidP="000546EE">
      <w:pPr>
        <w:ind w:left="284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>Technik č. 2</w:t>
      </w:r>
      <w:r w:rsidR="005A5B0B" w:rsidRPr="005A5B0B">
        <w:rPr>
          <w:rFonts w:ascii="Arial" w:hAnsi="Arial" w:cs="Arial"/>
          <w:b/>
          <w:sz w:val="20"/>
          <w:szCs w:val="20"/>
        </w:rPr>
        <w:t xml:space="preserve"> a č. 3</w:t>
      </w:r>
      <w:r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5A5B0B">
        <w:rPr>
          <w:rFonts w:ascii="Arial" w:hAnsi="Arial" w:cs="Arial"/>
          <w:sz w:val="20"/>
          <w:szCs w:val="20"/>
        </w:rPr>
        <w:t>se specializací na servis, údržbu, opravy, havarijní opravy VRV systémů a klimatizačních zařízení</w:t>
      </w:r>
      <w:r>
        <w:rPr>
          <w:rFonts w:ascii="Arial" w:hAnsi="Arial" w:cs="Arial"/>
          <w:sz w:val="20"/>
          <w:szCs w:val="20"/>
        </w:rPr>
        <w:t>:</w:t>
      </w:r>
    </w:p>
    <w:p w:rsidR="000546EE" w:rsidRDefault="000546EE" w:rsidP="000546EE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A5B0B" w:rsidRPr="00447B8F" w:rsidTr="005A5B0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5B0B" w:rsidRPr="00447B8F" w:rsidTr="005A5B0B">
        <w:trPr>
          <w:trHeight w:val="3539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5A5B0B" w:rsidRPr="003857B0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B0B" w:rsidRPr="00447B8F" w:rsidTr="005A5B0B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5A5B0B" w:rsidRPr="00447B8F" w:rsidTr="005A5B0B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Default="005A5B0B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5A5B0B" w:rsidRPr="003857B0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0546EE" w:rsidRDefault="000546EE" w:rsidP="000546EE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A5B0B" w:rsidRDefault="00800080" w:rsidP="005A5B0B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Technik č. 4</w:t>
      </w:r>
      <w:r w:rsidR="005A5B0B" w:rsidRPr="005A5B0B">
        <w:rPr>
          <w:rFonts w:ascii="Arial" w:hAnsi="Arial" w:cs="Arial"/>
          <w:b/>
          <w:sz w:val="20"/>
          <w:szCs w:val="20"/>
        </w:rPr>
        <w:t xml:space="preserve"> a č. </w:t>
      </w:r>
      <w:r>
        <w:rPr>
          <w:rFonts w:ascii="Arial" w:hAnsi="Arial" w:cs="Arial"/>
          <w:b/>
          <w:sz w:val="20"/>
          <w:szCs w:val="20"/>
        </w:rPr>
        <w:t>5</w:t>
      </w:r>
      <w:r w:rsidR="005A5B0B">
        <w:rPr>
          <w:rFonts w:ascii="Arial" w:hAnsi="Arial" w:cs="Arial"/>
          <w:sz w:val="20"/>
          <w:szCs w:val="20"/>
        </w:rPr>
        <w:t xml:space="preserve"> –</w:t>
      </w:r>
      <w:r w:rsidR="005A5B0B">
        <w:rPr>
          <w:rFonts w:ascii="Arial" w:hAnsi="Arial" w:cs="Arial"/>
          <w:bCs/>
          <w:sz w:val="20"/>
          <w:szCs w:val="20"/>
        </w:rPr>
        <w:t xml:space="preserve"> </w:t>
      </w:r>
      <w:r w:rsidR="005A5B0B">
        <w:rPr>
          <w:rFonts w:ascii="Arial" w:hAnsi="Arial" w:cs="Arial"/>
          <w:sz w:val="20"/>
          <w:szCs w:val="20"/>
        </w:rPr>
        <w:t>se specializací na servis, údržbu, opravy, havarijní opravy VZT zařízení:</w:t>
      </w:r>
    </w:p>
    <w:p w:rsidR="005A5B0B" w:rsidRDefault="005A5B0B" w:rsidP="005A5B0B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A5B0B" w:rsidRPr="00447B8F" w:rsidTr="005A5B0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5B0B" w:rsidRPr="00447B8F" w:rsidTr="005A5B0B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B0B" w:rsidRDefault="005A5B0B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Zkušenosti technika s požadovanými zakázkami: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5A5B0B" w:rsidRPr="003857B0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B0B" w:rsidRPr="00447B8F" w:rsidTr="005A5B0B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5B0B" w:rsidRPr="00D64302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A5B0B" w:rsidRPr="00447B8F" w:rsidTr="005A5B0B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5A5B0B" w:rsidRPr="00447B8F" w:rsidTr="005A5B0B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Default="005A5B0B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5A5B0B" w:rsidRPr="003857B0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0546EE" w:rsidRDefault="000546EE" w:rsidP="000546EE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A5B0B" w:rsidRPr="00D669EB" w:rsidRDefault="005A5B0B" w:rsidP="005A5B0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 </w:t>
      </w:r>
      <w:r>
        <w:rPr>
          <w:rFonts w:ascii="Arial" w:hAnsi="Arial" w:cs="Arial"/>
          <w:b/>
          <w:sz w:val="20"/>
          <w:szCs w:val="20"/>
          <w:u w:val="single"/>
        </w:rPr>
        <w:t>pro část 2</w:t>
      </w:r>
      <w:r w:rsidRPr="00D669EB">
        <w:rPr>
          <w:rFonts w:ascii="Arial" w:hAnsi="Arial" w:cs="Arial"/>
          <w:b/>
          <w:sz w:val="20"/>
          <w:szCs w:val="20"/>
          <w:u w:val="single"/>
        </w:rPr>
        <w:t xml:space="preserve"> VZ</w:t>
      </w:r>
      <w:r>
        <w:rPr>
          <w:rFonts w:ascii="Arial" w:hAnsi="Arial" w:cs="Arial"/>
          <w:sz w:val="20"/>
          <w:szCs w:val="20"/>
        </w:rPr>
        <w:t xml:space="preserve">, pokud 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>z předložených dokumentů bude vyplývat, že má pro realizaci této veřejné z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akázky k dispozici celkem min. 3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osob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y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: </w:t>
      </w:r>
    </w:p>
    <w:p w:rsidR="005A5B0B" w:rsidRPr="00463386" w:rsidRDefault="005A5B0B" w:rsidP="005A5B0B">
      <w:pPr>
        <w:numPr>
          <w:ilvl w:val="0"/>
          <w:numId w:val="44"/>
        </w:numPr>
        <w:autoSpaceDE w:val="0"/>
        <w:autoSpaceDN w:val="0"/>
        <w:adjustRightInd w:val="0"/>
        <w:spacing w:after="51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jednoho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koordinátora projektu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, který bude za dodavatele zodpovídat za průběh plnění služeb, a který má zkušenost s organizačním a administrativním zajištěním služeb obdobného druhu a rozsahu, </w:t>
      </w:r>
    </w:p>
    <w:p w:rsidR="005A5B0B" w:rsidRPr="00463386" w:rsidRDefault="005A5B0B" w:rsidP="005A5B0B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alespoň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dva techniky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se specializací na servis, údržbu, opravy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, havarijní opravy </w:t>
      </w:r>
      <w:r w:rsidR="00800080">
        <w:rPr>
          <w:rFonts w:ascii="Arial" w:eastAsia="Calibri" w:hAnsi="Arial" w:cs="Arial"/>
          <w:color w:val="000000"/>
          <w:sz w:val="20"/>
          <w:szCs w:val="20"/>
        </w:rPr>
        <w:t xml:space="preserve">klimatizačních zařízení a </w:t>
      </w:r>
      <w:r>
        <w:rPr>
          <w:rFonts w:ascii="Arial" w:eastAsia="Calibri" w:hAnsi="Arial" w:cs="Arial"/>
          <w:color w:val="000000"/>
          <w:sz w:val="20"/>
          <w:szCs w:val="20"/>
        </w:rPr>
        <w:t>VZT zařízení.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:rsidR="005A5B0B" w:rsidRDefault="005A5B0B" w:rsidP="005A5B0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A5B0B" w:rsidRDefault="005A5B0B" w:rsidP="005A5B0B">
      <w:pPr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1 – </w:t>
      </w:r>
      <w:r w:rsidRPr="005A5B0B">
        <w:rPr>
          <w:rFonts w:ascii="Arial" w:hAnsi="Arial" w:cs="Arial"/>
          <w:b/>
          <w:bCs/>
          <w:sz w:val="20"/>
          <w:szCs w:val="20"/>
        </w:rPr>
        <w:t>koordinátor projektu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který bude za dodavatele zodpovídat za průběh plnění služeb, a který má zkušenost s organizačním a administrativním zajištěním </w:t>
      </w:r>
      <w:r>
        <w:rPr>
          <w:rFonts w:ascii="Arial" w:eastAsia="Calibri" w:hAnsi="Arial" w:cs="Arial"/>
          <w:color w:val="000000"/>
          <w:sz w:val="20"/>
          <w:szCs w:val="20"/>
        </w:rPr>
        <w:t>služeb obdobného druhu a rozsahu</w:t>
      </w:r>
      <w:r>
        <w:rPr>
          <w:rFonts w:ascii="Arial" w:hAnsi="Arial" w:cs="Arial"/>
          <w:sz w:val="20"/>
          <w:szCs w:val="20"/>
        </w:rPr>
        <w:t>:</w:t>
      </w:r>
    </w:p>
    <w:p w:rsidR="005A5B0B" w:rsidRDefault="005A5B0B" w:rsidP="005A5B0B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A5B0B" w:rsidTr="005A5B0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5B0B" w:rsidTr="005A5B0B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5A5B0B" w:rsidRPr="003857B0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5B0B" w:rsidRDefault="005A5B0B" w:rsidP="005A5B0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A5B0B" w:rsidRDefault="005A5B0B" w:rsidP="005A5B0B">
      <w:pPr>
        <w:ind w:left="284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>Technik č. 2 a č. 3</w:t>
      </w:r>
      <w:r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specializací na servis, údržbu, opravy, havarijní opravy klimatizačních zařízení a VZT zařízení:</w:t>
      </w:r>
    </w:p>
    <w:p w:rsidR="005A5B0B" w:rsidRDefault="005A5B0B" w:rsidP="005A5B0B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A5B0B" w:rsidRPr="00447B8F" w:rsidTr="005A5B0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5B0B" w:rsidRPr="00447B8F" w:rsidTr="00800080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B0B" w:rsidRDefault="005A5B0B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Zkušenosti technika s požadovanými zakázkami: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5A5B0B" w:rsidRPr="003857B0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80" w:rsidRPr="00447B8F" w:rsidTr="00800080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0080" w:rsidRPr="005A5B0B" w:rsidRDefault="00800080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0080" w:rsidRPr="00D64302" w:rsidRDefault="00800080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A5B0B" w:rsidRPr="00447B8F" w:rsidTr="005A5B0B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5B0B" w:rsidRPr="00447B8F" w:rsidTr="005A5B0B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447B8F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5A5B0B" w:rsidRPr="00447B8F" w:rsidTr="005A5B0B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Default="005A5B0B" w:rsidP="005A5B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5A5B0B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5A5B0B" w:rsidRPr="003857B0" w:rsidRDefault="005A5B0B" w:rsidP="005A5B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5A5B0B" w:rsidRPr="005A5B0B" w:rsidRDefault="005A5B0B" w:rsidP="005A5B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5A5B0B" w:rsidRDefault="005A5B0B" w:rsidP="005A5B0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00080" w:rsidRPr="00D669EB" w:rsidRDefault="00800080" w:rsidP="0080008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 </w:t>
      </w:r>
      <w:r>
        <w:rPr>
          <w:rFonts w:ascii="Arial" w:hAnsi="Arial" w:cs="Arial"/>
          <w:b/>
          <w:sz w:val="20"/>
          <w:szCs w:val="20"/>
          <w:u w:val="single"/>
        </w:rPr>
        <w:t>pro část 3</w:t>
      </w:r>
      <w:r w:rsidRPr="00D669EB">
        <w:rPr>
          <w:rFonts w:ascii="Arial" w:hAnsi="Arial" w:cs="Arial"/>
          <w:b/>
          <w:sz w:val="20"/>
          <w:szCs w:val="20"/>
          <w:u w:val="single"/>
        </w:rPr>
        <w:t xml:space="preserve"> VZ</w:t>
      </w:r>
      <w:r>
        <w:rPr>
          <w:rFonts w:ascii="Arial" w:hAnsi="Arial" w:cs="Arial"/>
          <w:sz w:val="20"/>
          <w:szCs w:val="20"/>
        </w:rPr>
        <w:t xml:space="preserve">, pokud 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>z předložených dokumentů bude vyplývat, že má pro realizaci této veřejné z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akázky k dispozici celkem min. 3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osob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y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: </w:t>
      </w:r>
    </w:p>
    <w:p w:rsidR="00800080" w:rsidRPr="00463386" w:rsidRDefault="00800080" w:rsidP="00800080">
      <w:pPr>
        <w:numPr>
          <w:ilvl w:val="0"/>
          <w:numId w:val="44"/>
        </w:numPr>
        <w:autoSpaceDE w:val="0"/>
        <w:autoSpaceDN w:val="0"/>
        <w:adjustRightInd w:val="0"/>
        <w:spacing w:after="51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jednoho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koordinátora projektu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, který bude za dodavatele zodpovídat za průběh plnění služeb, a který má zkušenost s organizačním a administrativním zajištěním služeb obdobného druhu a rozsahu, </w:t>
      </w:r>
    </w:p>
    <w:p w:rsidR="00800080" w:rsidRPr="00463386" w:rsidRDefault="00800080" w:rsidP="00800080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alespoň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dva techniky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se specializací na servis, údržbu, opravy</w:t>
      </w:r>
      <w:r>
        <w:rPr>
          <w:rFonts w:ascii="Arial" w:eastAsia="Calibri" w:hAnsi="Arial" w:cs="Arial"/>
          <w:color w:val="000000"/>
          <w:sz w:val="20"/>
          <w:szCs w:val="20"/>
        </w:rPr>
        <w:t>, havarijní opravy klimatizačních zařízení a VZT zařízení.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:rsidR="00800080" w:rsidRDefault="00800080" w:rsidP="00800080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00080" w:rsidRDefault="00800080" w:rsidP="00800080">
      <w:pPr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1 – </w:t>
      </w:r>
      <w:r w:rsidRPr="005A5B0B">
        <w:rPr>
          <w:rFonts w:ascii="Arial" w:hAnsi="Arial" w:cs="Arial"/>
          <w:b/>
          <w:bCs/>
          <w:sz w:val="20"/>
          <w:szCs w:val="20"/>
        </w:rPr>
        <w:t>koordinátor projektu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který bude za dodavatele zodpovídat za průběh plnění služeb, a který má zkušenost s organizačním a administrativním zajištěním </w:t>
      </w:r>
      <w:r>
        <w:rPr>
          <w:rFonts w:ascii="Arial" w:eastAsia="Calibri" w:hAnsi="Arial" w:cs="Arial"/>
          <w:color w:val="000000"/>
          <w:sz w:val="20"/>
          <w:szCs w:val="20"/>
        </w:rPr>
        <w:t>služeb obdobného druhu a rozsahu</w:t>
      </w:r>
      <w:r>
        <w:rPr>
          <w:rFonts w:ascii="Arial" w:hAnsi="Arial" w:cs="Arial"/>
          <w:sz w:val="20"/>
          <w:szCs w:val="20"/>
        </w:rPr>
        <w:t>:</w:t>
      </w:r>
    </w:p>
    <w:p w:rsidR="00800080" w:rsidRDefault="00800080" w:rsidP="00800080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00080" w:rsidTr="001D660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00080" w:rsidTr="001D660B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800080" w:rsidRPr="003857B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0080" w:rsidRDefault="00800080" w:rsidP="00800080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00080" w:rsidRDefault="00800080" w:rsidP="00800080">
      <w:pPr>
        <w:ind w:left="284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>Technik č. 2 a č. 3</w:t>
      </w:r>
      <w:r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specializací na servis, údržbu, opravy, havarijní opravy klimatizačních zařízení a VZT zařízení:</w:t>
      </w:r>
    </w:p>
    <w:p w:rsidR="00800080" w:rsidRDefault="00800080" w:rsidP="00800080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00080" w:rsidRPr="00447B8F" w:rsidTr="001D660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00080" w:rsidRPr="00447B8F" w:rsidTr="001D660B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0080" w:rsidRDefault="00800080" w:rsidP="001D66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Zkušenosti technika s požadovanými zakázkami: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800080" w:rsidRPr="003857B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80" w:rsidRPr="00447B8F" w:rsidTr="001D660B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0080" w:rsidRPr="00D64302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00080" w:rsidRPr="00447B8F" w:rsidTr="001D660B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800080" w:rsidRPr="00447B8F" w:rsidTr="001D660B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Default="00800080" w:rsidP="001D66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800080" w:rsidRPr="003857B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800080" w:rsidRDefault="00800080" w:rsidP="008000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00080" w:rsidRPr="00D669EB" w:rsidRDefault="00800080" w:rsidP="0080008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 </w:t>
      </w:r>
      <w:r>
        <w:rPr>
          <w:rFonts w:ascii="Arial" w:hAnsi="Arial" w:cs="Arial"/>
          <w:b/>
          <w:sz w:val="20"/>
          <w:szCs w:val="20"/>
          <w:u w:val="single"/>
        </w:rPr>
        <w:t>pro část 4</w:t>
      </w:r>
      <w:r w:rsidRPr="00D669EB">
        <w:rPr>
          <w:rFonts w:ascii="Arial" w:hAnsi="Arial" w:cs="Arial"/>
          <w:b/>
          <w:sz w:val="20"/>
          <w:szCs w:val="20"/>
          <w:u w:val="single"/>
        </w:rPr>
        <w:t xml:space="preserve"> VZ</w:t>
      </w:r>
      <w:r>
        <w:rPr>
          <w:rFonts w:ascii="Arial" w:hAnsi="Arial" w:cs="Arial"/>
          <w:sz w:val="20"/>
          <w:szCs w:val="20"/>
        </w:rPr>
        <w:t xml:space="preserve">, pokud 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>z předložených dokumentů bude vyplývat, že má pro realizaci této veřejné z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akázky k dispozici celkem min. 3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osob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y</w:t>
      </w:r>
      <w:r w:rsidRPr="00D669EB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: </w:t>
      </w:r>
    </w:p>
    <w:p w:rsidR="00800080" w:rsidRPr="00463386" w:rsidRDefault="00800080" w:rsidP="00800080">
      <w:pPr>
        <w:numPr>
          <w:ilvl w:val="0"/>
          <w:numId w:val="44"/>
        </w:numPr>
        <w:autoSpaceDE w:val="0"/>
        <w:autoSpaceDN w:val="0"/>
        <w:adjustRightInd w:val="0"/>
        <w:spacing w:after="51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jednoho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koordinátora projektu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, který bude za dodavatele zodpovídat za průběh plnění služeb, a který má zkušenost s organizačním a administrativním zajištěním služeb obdobného druhu a rozsahu, </w:t>
      </w:r>
    </w:p>
    <w:p w:rsidR="00800080" w:rsidRPr="00463386" w:rsidRDefault="00800080" w:rsidP="00800080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alespoň </w:t>
      </w:r>
      <w:r w:rsidRPr="00001D0C">
        <w:rPr>
          <w:rFonts w:ascii="Arial" w:eastAsia="Calibri" w:hAnsi="Arial" w:cs="Arial"/>
          <w:color w:val="000000"/>
          <w:sz w:val="20"/>
          <w:szCs w:val="20"/>
          <w:u w:val="single"/>
        </w:rPr>
        <w:t>dva techniky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se specializací na servis, údržbu, opravy</w:t>
      </w:r>
      <w:r>
        <w:rPr>
          <w:rFonts w:ascii="Arial" w:eastAsia="Calibri" w:hAnsi="Arial" w:cs="Arial"/>
          <w:color w:val="000000"/>
          <w:sz w:val="20"/>
          <w:szCs w:val="20"/>
        </w:rPr>
        <w:t>, havarijní opravy klimatizačních zařízení a VZT zařízení.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:rsidR="00800080" w:rsidRDefault="00800080" w:rsidP="00800080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00080" w:rsidRDefault="00800080" w:rsidP="00800080">
      <w:pPr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1 – </w:t>
      </w:r>
      <w:r w:rsidRPr="005A5B0B">
        <w:rPr>
          <w:rFonts w:ascii="Arial" w:hAnsi="Arial" w:cs="Arial"/>
          <w:b/>
          <w:bCs/>
          <w:sz w:val="20"/>
          <w:szCs w:val="20"/>
        </w:rPr>
        <w:t>koordinátor projektu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463386">
        <w:rPr>
          <w:rFonts w:ascii="Arial" w:eastAsia="Calibri" w:hAnsi="Arial" w:cs="Arial"/>
          <w:color w:val="000000"/>
          <w:sz w:val="20"/>
          <w:szCs w:val="20"/>
        </w:rPr>
        <w:t xml:space="preserve">který bude za dodavatele zodpovídat za průběh plnění služeb, a který má zkušenost s organizačním a administrativním zajištěním </w:t>
      </w:r>
      <w:r>
        <w:rPr>
          <w:rFonts w:ascii="Arial" w:eastAsia="Calibri" w:hAnsi="Arial" w:cs="Arial"/>
          <w:color w:val="000000"/>
          <w:sz w:val="20"/>
          <w:szCs w:val="20"/>
        </w:rPr>
        <w:t>služeb obdobného druhu a rozsahu</w:t>
      </w:r>
      <w:r>
        <w:rPr>
          <w:rFonts w:ascii="Arial" w:hAnsi="Arial" w:cs="Arial"/>
          <w:sz w:val="20"/>
          <w:szCs w:val="20"/>
        </w:rPr>
        <w:t>:</w:t>
      </w:r>
    </w:p>
    <w:p w:rsidR="00800080" w:rsidRDefault="00800080" w:rsidP="00800080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00080" w:rsidTr="001D660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00080" w:rsidTr="001D660B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800080" w:rsidRPr="003857B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0080" w:rsidRDefault="00800080" w:rsidP="00800080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00080" w:rsidRDefault="00800080" w:rsidP="00800080">
      <w:pPr>
        <w:ind w:left="284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>Technik č. 2 a č. 3</w:t>
      </w:r>
      <w:r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specializací na servis, údržbu, opravy, havarijní opravy klimatizačních zařízení a VZT zařízení:</w:t>
      </w:r>
    </w:p>
    <w:p w:rsidR="00800080" w:rsidRDefault="00800080" w:rsidP="00800080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00080" w:rsidRPr="00447B8F" w:rsidTr="001D660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00080" w:rsidRPr="00447B8F" w:rsidTr="001D660B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0080" w:rsidRDefault="00800080" w:rsidP="001D66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Zkušenosti technika s požadovanými zakázkami: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800080" w:rsidRPr="003857B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80" w:rsidRPr="00447B8F" w:rsidTr="001D660B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0080" w:rsidRPr="00D64302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00080" w:rsidRPr="00447B8F" w:rsidTr="001D660B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00080" w:rsidRPr="00447B8F" w:rsidTr="001D660B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447B8F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800080" w:rsidRPr="00447B8F" w:rsidTr="001D660B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Default="00800080" w:rsidP="001D660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80008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800080" w:rsidRPr="003857B0" w:rsidRDefault="00800080" w:rsidP="001D660B">
            <w:pPr>
              <w:pStyle w:val="Odstavecseseznamem"/>
              <w:numPr>
                <w:ilvl w:val="0"/>
                <w:numId w:val="4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00080" w:rsidRPr="005A5B0B" w:rsidRDefault="00800080" w:rsidP="001D660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300CCC" w:rsidRPr="000546EE" w:rsidRDefault="00300CCC" w:rsidP="000546EE">
      <w:pPr>
        <w:jc w:val="both"/>
        <w:rPr>
          <w:rFonts w:ascii="Arial" w:hAnsi="Arial" w:cs="Arial"/>
          <w:sz w:val="20"/>
          <w:szCs w:val="20"/>
        </w:rPr>
      </w:pPr>
    </w:p>
    <w:p w:rsidR="00300CCC" w:rsidRPr="00E11B65" w:rsidRDefault="00800080" w:rsidP="00E11B65">
      <w:pPr>
        <w:pStyle w:val="Odstavecseseznamem"/>
        <w:numPr>
          <w:ilvl w:val="0"/>
          <w:numId w:val="43"/>
        </w:numPr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800080">
        <w:rPr>
          <w:rFonts w:ascii="Arial" w:hAnsi="Arial" w:cs="Arial"/>
          <w:sz w:val="20"/>
          <w:szCs w:val="20"/>
        </w:rPr>
        <w:t xml:space="preserve">splňuje </w:t>
      </w:r>
      <w:r w:rsidRPr="00800080">
        <w:rPr>
          <w:rFonts w:ascii="Arial" w:hAnsi="Arial" w:cs="Arial"/>
          <w:b/>
          <w:sz w:val="20"/>
          <w:szCs w:val="20"/>
        </w:rPr>
        <w:t>technickou kvalifikaci</w:t>
      </w:r>
      <w:r w:rsidRPr="0080008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 Technická kvalifikace § 79 zákona č. 134/2016 Sb., o zadávání veřejných zakázek, ve znění pozdějších předpisů, a v rámci od</w:t>
      </w:r>
      <w:r w:rsidR="00366769">
        <w:rPr>
          <w:rFonts w:ascii="Arial" w:hAnsi="Arial" w:cs="Arial"/>
          <w:sz w:val="20"/>
          <w:szCs w:val="20"/>
        </w:rPr>
        <w:t>st. 4</w:t>
      </w:r>
      <w:r w:rsidRPr="00800080">
        <w:rPr>
          <w:rFonts w:ascii="Arial" w:hAnsi="Arial" w:cs="Arial"/>
          <w:sz w:val="20"/>
          <w:szCs w:val="20"/>
        </w:rPr>
        <w:t xml:space="preserve"> </w:t>
      </w:r>
      <w:r w:rsidR="00366769">
        <w:rPr>
          <w:rFonts w:ascii="Arial" w:hAnsi="Arial" w:cs="Arial"/>
          <w:sz w:val="20"/>
          <w:szCs w:val="20"/>
        </w:rPr>
        <w:t>Popis technického vybavení</w:t>
      </w:r>
      <w:r w:rsidR="00C10BAD">
        <w:rPr>
          <w:rFonts w:ascii="Arial" w:hAnsi="Arial" w:cs="Arial"/>
          <w:sz w:val="20"/>
          <w:szCs w:val="20"/>
        </w:rPr>
        <w:t>.</w:t>
      </w:r>
    </w:p>
    <w:p w:rsidR="00E11B65" w:rsidRDefault="00E11B65" w:rsidP="00E11B65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:rsidR="00C10BAD" w:rsidRDefault="00C10BAD" w:rsidP="00C10BAD">
      <w:pPr>
        <w:pStyle w:val="Default"/>
        <w:adjustRightInd/>
        <w:ind w:left="284"/>
        <w:jc w:val="both"/>
        <w:rPr>
          <w:sz w:val="20"/>
          <w:szCs w:val="20"/>
        </w:rPr>
      </w:pPr>
      <w:r w:rsidRPr="001C772A">
        <w:rPr>
          <w:b/>
          <w:bCs/>
          <w:sz w:val="20"/>
          <w:szCs w:val="20"/>
        </w:rPr>
        <w:t>Dodavatel prokáže toto kritérium technické kvalifikace</w:t>
      </w:r>
      <w:r>
        <w:rPr>
          <w:b/>
          <w:bCs/>
          <w:sz w:val="20"/>
          <w:szCs w:val="20"/>
        </w:rPr>
        <w:t xml:space="preserve"> </w:t>
      </w:r>
      <w:r w:rsidRPr="00C10BAD">
        <w:rPr>
          <w:b/>
          <w:bCs/>
          <w:sz w:val="20"/>
          <w:szCs w:val="20"/>
          <w:u w:val="single"/>
        </w:rPr>
        <w:t xml:space="preserve">pro </w:t>
      </w:r>
      <w:r w:rsidR="001D660B">
        <w:rPr>
          <w:b/>
          <w:bCs/>
          <w:sz w:val="20"/>
          <w:szCs w:val="20"/>
          <w:u w:val="single"/>
        </w:rPr>
        <w:t>část 1</w:t>
      </w:r>
      <w:r w:rsidRPr="00C10BAD">
        <w:rPr>
          <w:b/>
          <w:bCs/>
          <w:sz w:val="20"/>
          <w:szCs w:val="20"/>
          <w:u w:val="single"/>
        </w:rPr>
        <w:t xml:space="preserve"> VZ</w:t>
      </w:r>
      <w:r w:rsidRPr="001C772A">
        <w:rPr>
          <w:b/>
          <w:bCs/>
          <w:sz w:val="20"/>
          <w:szCs w:val="20"/>
        </w:rPr>
        <w:t xml:space="preserve">, pokud </w:t>
      </w:r>
      <w:r>
        <w:rPr>
          <w:b/>
          <w:bCs/>
          <w:sz w:val="20"/>
          <w:szCs w:val="20"/>
        </w:rPr>
        <w:t>souhlasí s tím,</w:t>
      </w:r>
      <w:r w:rsidRPr="00C10BAD">
        <w:rPr>
          <w:bCs/>
          <w:sz w:val="20"/>
          <w:szCs w:val="20"/>
        </w:rPr>
        <w:t xml:space="preserve"> že</w:t>
      </w:r>
      <w:r>
        <w:rPr>
          <w:b/>
          <w:bCs/>
          <w:sz w:val="20"/>
          <w:szCs w:val="20"/>
        </w:rPr>
        <w:t xml:space="preserve"> </w:t>
      </w:r>
      <w:r w:rsidRPr="00944740">
        <w:rPr>
          <w:sz w:val="20"/>
          <w:szCs w:val="20"/>
        </w:rPr>
        <w:t>má k dispozici kompletní diagnostiku (software, interface, přenosný počítač, kabely) pro servis a opravy VRV (VRF) systémů a klimatizací Samsung.</w:t>
      </w:r>
    </w:p>
    <w:p w:rsidR="00E11B65" w:rsidRPr="00800080" w:rsidRDefault="00E11B65" w:rsidP="00E11B65">
      <w:pPr>
        <w:pStyle w:val="Odstavecseseznamem"/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:rsidR="00C10BAD" w:rsidRDefault="00C10BAD" w:rsidP="00093878">
      <w:pPr>
        <w:jc w:val="both"/>
        <w:rPr>
          <w:rFonts w:ascii="Arial" w:hAnsi="Arial" w:cs="Arial"/>
          <w:b/>
          <w:sz w:val="20"/>
          <w:szCs w:val="20"/>
        </w:rPr>
      </w:pPr>
    </w:p>
    <w:p w:rsidR="00C10BAD" w:rsidRDefault="00C10BAD" w:rsidP="00093878">
      <w:pPr>
        <w:jc w:val="both"/>
        <w:rPr>
          <w:rFonts w:ascii="Arial" w:hAnsi="Arial" w:cs="Arial"/>
          <w:b/>
          <w:sz w:val="20"/>
          <w:szCs w:val="20"/>
        </w:rPr>
      </w:pPr>
    </w:p>
    <w:p w:rsidR="00093878" w:rsidRDefault="00093878" w:rsidP="0009387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DOPLNÍ REFERENČNÍ ZÁKÁZKY</w:t>
      </w:r>
      <w:r w:rsidR="001D660B">
        <w:rPr>
          <w:rFonts w:ascii="Arial" w:hAnsi="Arial" w:cs="Arial"/>
          <w:b/>
          <w:sz w:val="20"/>
          <w:szCs w:val="20"/>
        </w:rPr>
        <w:t xml:space="preserve"> A</w:t>
      </w:r>
      <w:bookmarkStart w:id="0" w:name="_GoBack"/>
      <w:bookmarkEnd w:id="0"/>
      <w:r w:rsidR="00300CCC">
        <w:rPr>
          <w:rFonts w:ascii="Arial" w:hAnsi="Arial" w:cs="Arial"/>
          <w:b/>
          <w:sz w:val="20"/>
          <w:szCs w:val="20"/>
        </w:rPr>
        <w:t xml:space="preserve"> SEZNAM TECHNIKŮ </w:t>
      </w:r>
      <w:r>
        <w:rPr>
          <w:rFonts w:ascii="Arial" w:hAnsi="Arial" w:cs="Arial"/>
          <w:b/>
          <w:sz w:val="20"/>
          <w:szCs w:val="20"/>
        </w:rPr>
        <w:t xml:space="preserve">POUZE U TĚCH ČÁSTÍ VZ, DO NICHŽ PODÁVÁ NABÍDKU. REFERENČNÍ ZAKÁZKY </w:t>
      </w:r>
      <w:r w:rsidR="00300CCC">
        <w:rPr>
          <w:rFonts w:ascii="Arial" w:hAnsi="Arial" w:cs="Arial"/>
          <w:b/>
          <w:sz w:val="20"/>
          <w:szCs w:val="20"/>
        </w:rPr>
        <w:t xml:space="preserve">A SEZNAM TECHNIKŮ </w:t>
      </w:r>
      <w:r>
        <w:rPr>
          <w:rFonts w:ascii="Arial" w:hAnsi="Arial" w:cs="Arial"/>
          <w:b/>
          <w:sz w:val="20"/>
          <w:szCs w:val="20"/>
        </w:rPr>
        <w:t>PRO ČÁSTI VZ, DO NICHŽ DODAVATEL NABÍDKU NEPODÁVÁ, DODAVATEL Z ČESTNÉHO PROHLÁŠENÍ ODSTRANÍ</w:t>
      </w:r>
      <w:r>
        <w:rPr>
          <w:rFonts w:ascii="Arial" w:hAnsi="Arial" w:cs="Arial"/>
          <w:sz w:val="20"/>
          <w:szCs w:val="20"/>
        </w:rPr>
        <w:t>.</w:t>
      </w: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C048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C0481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C0481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EA8" w:rsidRDefault="00505EA8">
      <w:r>
        <w:separator/>
      </w:r>
    </w:p>
  </w:endnote>
  <w:endnote w:type="continuationSeparator" w:id="0">
    <w:p w:rsidR="00505EA8" w:rsidRDefault="0050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60B" w:rsidRDefault="001D660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D660B" w:rsidRDefault="001D660B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7073297"/>
      <w:docPartObj>
        <w:docPartGallery w:val="Page Numbers (Bottom of Page)"/>
        <w:docPartUnique/>
      </w:docPartObj>
    </w:sdtPr>
    <w:sdtContent>
      <w:p w:rsidR="001D660B" w:rsidRDefault="001D660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AEC">
          <w:rPr>
            <w:noProof/>
          </w:rPr>
          <w:t>14</w:t>
        </w:r>
        <w:r>
          <w:fldChar w:fldCharType="end"/>
        </w:r>
      </w:p>
    </w:sdtContent>
  </w:sdt>
  <w:p w:rsidR="001D660B" w:rsidRPr="00D03CD0" w:rsidRDefault="001D660B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60B" w:rsidRPr="00D03CD0" w:rsidRDefault="001D660B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EA8" w:rsidRDefault="00505EA8">
      <w:r>
        <w:separator/>
      </w:r>
    </w:p>
  </w:footnote>
  <w:footnote w:type="continuationSeparator" w:id="0">
    <w:p w:rsidR="00505EA8" w:rsidRDefault="00505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60B" w:rsidRPr="00916F56" w:rsidRDefault="001D660B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60B" w:rsidRDefault="001D660B" w:rsidP="008D7673">
    <w:pPr>
      <w:pStyle w:val="Zhlav"/>
      <w:jc w:val="center"/>
      <w:rPr>
        <w:b/>
      </w:rPr>
    </w:pPr>
  </w:p>
  <w:p w:rsidR="001D660B" w:rsidRDefault="001D660B" w:rsidP="008D7673">
    <w:pPr>
      <w:pStyle w:val="Zhlav"/>
      <w:jc w:val="center"/>
      <w:rPr>
        <w:b/>
      </w:rPr>
    </w:pPr>
  </w:p>
  <w:p w:rsidR="001D660B" w:rsidRPr="001137C9" w:rsidRDefault="001D660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41723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0A830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716A0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0AFE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9465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4E5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CCE3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8C4CD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4ED1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D707D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5FCED78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EE6B59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F101FB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B5882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A2CD0E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B80EAC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0B456D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EA4A34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D582DB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5188F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20566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B060D6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EF4182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72E52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E2A0D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B00E8B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224D30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D425C0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8356E66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15A9B4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EE21D8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B2E608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B66264D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A0BCF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9F8185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7CFA27B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BBA557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1E06479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91488D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73EA76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221293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60C48E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E42230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F329CC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82D8423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570938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6540FA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94002A2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165C4DE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9C468C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7BCAB4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CBC3F4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9F4628E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24EDD5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58C2396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F928F64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7C426F7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BBBCCD5A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708A86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7A6CEC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684E7B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2738ECA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48DA3AC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F1E5C7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FE6272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B66B39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B800DB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CC0445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6C00EE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4E05C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338DEB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AD2F4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17E4E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84F082DC"/>
    <w:lvl w:ilvl="0" w:tplc="B21EDA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F2477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E2CAC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F804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C650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9051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548C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FAC1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7C3D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060AF89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2E080B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55A8879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CA16337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45E7A1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8E815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B4F05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C901E4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49B289E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3A0A3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2408A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4279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3D44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9A88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28EBF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1164C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F283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D080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AC2C99D2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A8228E6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654692F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2734733C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E4C9AE8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66FAF66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9EA998A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DF4027C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511896C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93AA892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F04652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5484F0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ABE0F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6A436B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C0A6E0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950F8E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1CAAFF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F58E9D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EF29D6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55CE439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5D5C03F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12A628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96667F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6ECD4E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3F4993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092A9A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7B44D0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AB62CA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425290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92E2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B4E5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AAC4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CC33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2F213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6434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A69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09808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CBE6C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4EE34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03E0C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9645F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4AB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2606D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E2F9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D92A6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8FE77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A4EBD4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806936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56056A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E9277C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844AFE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A54A47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08A47A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87A66B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E806C82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172AA9C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B986F27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3D5C3BF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4A4E2D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E110B79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4D2192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8B0A64E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B085F3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B226E6D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1DE0B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62C4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6438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5E87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1AC5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90C8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CC04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1E98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24F8BD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DC8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768CE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002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94F7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62F3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1220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3AC4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BE6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D2E8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AC43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D382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E7C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7475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1225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924B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F83D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AAA2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4CF85C1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0C031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96EE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0C43D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8860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329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4AAE0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8C1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D6C5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EB7220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9784C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A2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1A2F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AA7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64D8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C62F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AAA9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E20CA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B31E193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F0A69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66D3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0720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B8F8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64DC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723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7CF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DE57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471EBFD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A2A871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38EACCB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99D6384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170A5FC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E9DC571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E208E0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AF1A23F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96CF4E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7DEE9FF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03084F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9BCC5F0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92A866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8102920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F94EE90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8FE4A0D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CB6A58C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81C26F2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B113607"/>
    <w:multiLevelType w:val="hybridMultilevel"/>
    <w:tmpl w:val="DAF81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377ACF2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0703F6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2846719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A58FCF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7302C7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416772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3B42AC3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51628C5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11961BB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BDB09B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41EEA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B03B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52F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F8FF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2E5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481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CE9A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00D7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3"/>
  </w:num>
  <w:num w:numId="5">
    <w:abstractNumId w:val="26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0"/>
  </w:num>
  <w:num w:numId="15">
    <w:abstractNumId w:val="39"/>
  </w:num>
  <w:num w:numId="16">
    <w:abstractNumId w:val="17"/>
  </w:num>
  <w:num w:numId="17">
    <w:abstractNumId w:val="24"/>
  </w:num>
  <w:num w:numId="18">
    <w:abstractNumId w:val="42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8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40"/>
  </w:num>
  <w:num w:numId="43">
    <w:abstractNumId w:val="11"/>
  </w:num>
  <w:num w:numId="44">
    <w:abstractNumId w:val="37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6EE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3878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D660B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27420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0CC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66769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05EA8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B0B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5416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080"/>
    <w:rsid w:val="00800FD3"/>
    <w:rsid w:val="008011A3"/>
    <w:rsid w:val="00804CFE"/>
    <w:rsid w:val="0080690A"/>
    <w:rsid w:val="00807765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97385"/>
    <w:rsid w:val="00BA0CB3"/>
    <w:rsid w:val="00BA75DB"/>
    <w:rsid w:val="00BA7F01"/>
    <w:rsid w:val="00BB0AEC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4812"/>
    <w:rsid w:val="00C06178"/>
    <w:rsid w:val="00C10BAD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47D1D"/>
    <w:rsid w:val="00D50D4E"/>
    <w:rsid w:val="00D521DE"/>
    <w:rsid w:val="00D5267E"/>
    <w:rsid w:val="00D55E4E"/>
    <w:rsid w:val="00D56623"/>
    <w:rsid w:val="00D64302"/>
    <w:rsid w:val="00D65659"/>
    <w:rsid w:val="00D65DA1"/>
    <w:rsid w:val="00D65DC9"/>
    <w:rsid w:val="00D669EB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11B65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CD7982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customStyle="1" w:styleId="Default">
    <w:name w:val="Default"/>
    <w:rsid w:val="00C10BA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132</TotalTime>
  <Pages>14</Pages>
  <Words>2952</Words>
  <Characters>17418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8</cp:revision>
  <cp:lastPrinted>2018-04-18T10:56:00Z</cp:lastPrinted>
  <dcterms:created xsi:type="dcterms:W3CDTF">2019-06-04T09:28:00Z</dcterms:created>
  <dcterms:modified xsi:type="dcterms:W3CDTF">2022-04-04T12:59:00Z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